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F0" w:rsidRPr="003A299F" w:rsidRDefault="00E26CF0" w:rsidP="00E26CF0">
      <w:pPr>
        <w:pStyle w:val="berschrift1"/>
        <w:numPr>
          <w:ilvl w:val="0"/>
          <w:numId w:val="2"/>
        </w:numPr>
        <w:rPr>
          <w:rFonts w:ascii="Arial" w:hAnsi="Arial"/>
          <w:sz w:val="40"/>
        </w:rPr>
      </w:pPr>
      <w:r>
        <w:t>Verschlüsselung und Datensicherheit</w:t>
      </w:r>
    </w:p>
    <w:p w:rsidR="00E26CF0" w:rsidRDefault="00E26CF0" w:rsidP="00E26CF0">
      <w:pPr>
        <w:pStyle w:val="berschrift2"/>
      </w:pPr>
      <w:r>
        <w:t>Einfache Verschlüsselungstechniken</w:t>
      </w:r>
    </w:p>
    <w:p w:rsidR="00E26CF0" w:rsidRPr="00753C37" w:rsidRDefault="00E26CF0" w:rsidP="00E26CF0">
      <w:pPr>
        <w:pStyle w:val="berschrift3"/>
        <w:spacing w:before="360"/>
        <w:rPr>
          <w:rFonts w:cstheme="minorHAnsi"/>
        </w:rPr>
      </w:pPr>
      <w:r w:rsidRPr="00753C37">
        <w:rPr>
          <w:rFonts w:cstheme="minorHAnsi"/>
          <w:sz w:val="22"/>
        </w:rPr>
        <w:t>Erläutern Sie den Unterschied zwischen den Verschlüsselungsklassen Transposition und Substitution</w:t>
      </w:r>
      <w:r>
        <w:rPr>
          <w:rFonts w:cstheme="minorHAnsi"/>
          <w:sz w:val="22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26CF0" w:rsidTr="00803792">
        <w:tc>
          <w:tcPr>
            <w:tcW w:w="9060" w:type="dxa"/>
          </w:tcPr>
          <w:p w:rsidR="00E26CF0" w:rsidRPr="00E26CF0" w:rsidRDefault="00E26CF0" w:rsidP="00E26CF0">
            <w:pPr>
              <w:pStyle w:val="Lsung"/>
              <w:ind w:left="1447" w:hanging="1447"/>
              <w:rPr>
                <w:sz w:val="24"/>
              </w:rPr>
            </w:pPr>
            <w:r w:rsidRPr="00E26CF0">
              <w:rPr>
                <w:sz w:val="22"/>
              </w:rPr>
              <w:t>Transposit</w:t>
            </w:r>
            <w:r>
              <w:rPr>
                <w:sz w:val="22"/>
              </w:rPr>
              <w:t>i</w:t>
            </w:r>
            <w:r w:rsidRPr="00E26CF0">
              <w:rPr>
                <w:sz w:val="22"/>
              </w:rPr>
              <w:t>on</w:t>
            </w:r>
            <w:r>
              <w:rPr>
                <w:sz w:val="22"/>
              </w:rPr>
              <w:tab/>
            </w:r>
            <w:r w:rsidRPr="00E26CF0">
              <w:rPr>
                <w:sz w:val="22"/>
              </w:rPr>
              <w:t>Bei der Transposition werden die Zeichen eines zu verschlüsselnden Textes umsortiert. Jedes Zeichen bleibt unverändert erhalten. Lediglich die Stelle, an der das Zeichen steht</w:t>
            </w:r>
            <w:r w:rsidR="00F72BA0">
              <w:rPr>
                <w:sz w:val="22"/>
              </w:rPr>
              <w:t>,</w:t>
            </w:r>
            <w:r w:rsidRPr="00E26CF0">
              <w:rPr>
                <w:sz w:val="22"/>
              </w:rPr>
              <w:t xml:space="preserve"> wird geändert</w:t>
            </w:r>
            <w:r>
              <w:rPr>
                <w:sz w:val="22"/>
              </w:rPr>
              <w:t>.</w:t>
            </w:r>
          </w:p>
          <w:p w:rsidR="00E26CF0" w:rsidRPr="00E26CF0" w:rsidRDefault="00E26CF0" w:rsidP="00E26CF0">
            <w:pPr>
              <w:pStyle w:val="Lsung"/>
              <w:ind w:left="1447" w:hanging="1447"/>
              <w:rPr>
                <w:sz w:val="22"/>
              </w:rPr>
            </w:pPr>
            <w:r>
              <w:rPr>
                <w:sz w:val="22"/>
              </w:rPr>
              <w:t>Substitution:</w:t>
            </w:r>
            <w:r>
              <w:rPr>
                <w:sz w:val="22"/>
              </w:rPr>
              <w:tab/>
            </w:r>
            <w:r w:rsidRPr="00E26CF0">
              <w:rPr>
                <w:sz w:val="22"/>
              </w:rPr>
              <w:t>Bei der Substitution wird jedes Zeichen eines zu verschlüsselnden Textes durch ein anderes Zeichen ersetzt</w:t>
            </w:r>
            <w:r>
              <w:rPr>
                <w:sz w:val="22"/>
              </w:rPr>
              <w:t>.</w:t>
            </w:r>
          </w:p>
          <w:p w:rsidR="00E26CF0" w:rsidRDefault="00E26CF0" w:rsidP="00E26CF0">
            <w:pPr>
              <w:pStyle w:val="Lsung"/>
            </w:pPr>
          </w:p>
        </w:tc>
      </w:tr>
    </w:tbl>
    <w:p w:rsidR="00E26CF0" w:rsidRDefault="00E26CF0" w:rsidP="00E26CF0">
      <w:pPr>
        <w:pStyle w:val="berschrift3"/>
        <w:spacing w:before="360"/>
        <w:rPr>
          <w:rFonts w:cstheme="minorHAnsi"/>
        </w:rPr>
      </w:pPr>
      <w:r>
        <w:rPr>
          <w:rFonts w:cstheme="minorHAnsi"/>
        </w:rPr>
        <w:t>E</w:t>
      </w:r>
      <w:r w:rsidR="0001183F">
        <w:rPr>
          <w:rFonts w:cstheme="minorHAnsi"/>
        </w:rPr>
        <w:t>n</w:t>
      </w:r>
      <w:r>
        <w:rPr>
          <w:rFonts w:cstheme="minorHAnsi"/>
        </w:rPr>
        <w:t xml:space="preserve">tschlüsseln Sie den folgenden, mit einer „Gartenzaun“-Transposition verschlüsselten </w:t>
      </w:r>
      <w:r w:rsidR="0001183F">
        <w:rPr>
          <w:rFonts w:cstheme="minorHAnsi"/>
        </w:rPr>
        <w:t>Text. Der Schlüssel lautet 4</w:t>
      </w:r>
      <w:r>
        <w:rPr>
          <w:rFonts w:cstheme="minorHAnsi"/>
        </w:rPr>
        <w:t>.</w:t>
      </w:r>
    </w:p>
    <w:p w:rsidR="001E52FF" w:rsidRPr="00F23D05" w:rsidRDefault="001E52FF" w:rsidP="0001183F">
      <w:pPr>
        <w:ind w:left="709"/>
        <w:rPr>
          <w:rFonts w:ascii="Courier New" w:hAnsi="Courier New" w:cs="Courier New"/>
          <w:sz w:val="28"/>
        </w:rPr>
      </w:pPr>
      <w:r w:rsidRPr="00F23D05">
        <w:rPr>
          <w:rFonts w:ascii="Courier New" w:hAnsi="Courier New" w:cs="Courier New"/>
          <w:sz w:val="28"/>
        </w:rPr>
        <w:t>HETEHAAEGEIAUBUISNUFETBKESGN</w:t>
      </w:r>
    </w:p>
    <w:p w:rsidR="00E26CF0" w:rsidRPr="00753C37" w:rsidRDefault="00E26CF0" w:rsidP="001E52FF">
      <w:pPr>
        <w:pStyle w:val="berschrift3"/>
        <w:numPr>
          <w:ilvl w:val="0"/>
          <w:numId w:val="0"/>
        </w:numPr>
        <w:spacing w:before="0" w:after="0"/>
        <w:ind w:left="720" w:hanging="720"/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26CF0" w:rsidTr="0021383D">
        <w:tc>
          <w:tcPr>
            <w:tcW w:w="9060" w:type="dxa"/>
          </w:tcPr>
          <w:p w:rsidR="00E26CF0" w:rsidRPr="00E26CF0" w:rsidRDefault="001E52FF" w:rsidP="0021383D">
            <w:pPr>
              <w:pStyle w:val="Lsung"/>
              <w:ind w:left="1447" w:hanging="1447"/>
              <w:rPr>
                <w:sz w:val="22"/>
              </w:rPr>
            </w:pPr>
            <w:r>
              <w:rPr>
                <w:sz w:val="22"/>
              </w:rPr>
              <w:t>Heute gibt es keine Hausaufgaben</w:t>
            </w:r>
          </w:p>
          <w:p w:rsidR="00E26CF0" w:rsidRDefault="00E26CF0" w:rsidP="0021383D">
            <w:pPr>
              <w:pStyle w:val="Lsung"/>
            </w:pPr>
          </w:p>
        </w:tc>
      </w:tr>
    </w:tbl>
    <w:p w:rsidR="00E26CF0" w:rsidRDefault="00E26CF0" w:rsidP="0001183F">
      <w:pPr>
        <w:pStyle w:val="berschrift3"/>
        <w:spacing w:before="360" w:after="0"/>
        <w:rPr>
          <w:rFonts w:cstheme="minorHAnsi"/>
        </w:rPr>
      </w:pPr>
      <w:r>
        <w:rPr>
          <w:rFonts w:cstheme="minorHAnsi"/>
        </w:rPr>
        <w:t>Verschlüsseln Sie den folgenden Text mit einer Gartenzaun“-Transposition</w:t>
      </w:r>
      <w:r w:rsidR="0001183F">
        <w:rPr>
          <w:rFonts w:cstheme="minorHAnsi"/>
        </w:rPr>
        <w:t>. Der Schlüssel soll 4</w:t>
      </w:r>
      <w:r>
        <w:rPr>
          <w:rFonts w:cstheme="minorHAnsi"/>
        </w:rPr>
        <w:t xml:space="preserve"> sein.</w:t>
      </w:r>
    </w:p>
    <w:p w:rsidR="00F72BA0" w:rsidRPr="00320FFF" w:rsidRDefault="00F72BA0" w:rsidP="00F72BA0">
      <w:pPr>
        <w:spacing w:before="120"/>
        <w:ind w:left="709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Ich freue mich auf die Ferien</w:t>
      </w:r>
    </w:p>
    <w:p w:rsidR="00E26CF0" w:rsidRPr="00753C37" w:rsidRDefault="00E26CF0" w:rsidP="001E52FF">
      <w:pPr>
        <w:pStyle w:val="berschrift3"/>
        <w:numPr>
          <w:ilvl w:val="0"/>
          <w:numId w:val="0"/>
        </w:numPr>
        <w:spacing w:before="0" w:after="0"/>
        <w:ind w:left="720" w:hanging="720"/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26CF0" w:rsidTr="0021383D">
        <w:tc>
          <w:tcPr>
            <w:tcW w:w="9060" w:type="dxa"/>
          </w:tcPr>
          <w:p w:rsidR="00E26CF0" w:rsidRPr="0001183F" w:rsidRDefault="00E26CF0" w:rsidP="0021383D">
            <w:pPr>
              <w:pStyle w:val="Lsung"/>
              <w:ind w:left="1447" w:hanging="1447"/>
              <w:rPr>
                <w:sz w:val="24"/>
              </w:rPr>
            </w:pPr>
            <w:r w:rsidRPr="0001183F">
              <w:rPr>
                <w:rFonts w:ascii="Courier New" w:hAnsi="Courier New" w:cs="Courier New"/>
                <w:sz w:val="28"/>
              </w:rPr>
              <w:t>IRMAIRCEIUEIHUCFFEFEHDEN</w:t>
            </w:r>
          </w:p>
          <w:p w:rsidR="00E26CF0" w:rsidRDefault="00E26CF0" w:rsidP="0021383D">
            <w:pPr>
              <w:pStyle w:val="Lsung"/>
            </w:pPr>
          </w:p>
        </w:tc>
      </w:tr>
    </w:tbl>
    <w:p w:rsidR="0001183F" w:rsidRPr="00B8516A" w:rsidRDefault="0001183F" w:rsidP="0001183F">
      <w:pPr>
        <w:pStyle w:val="berschrift3"/>
        <w:spacing w:before="360"/>
        <w:rPr>
          <w:rFonts w:cstheme="minorHAnsi"/>
          <w:sz w:val="22"/>
        </w:rPr>
      </w:pPr>
      <w:r>
        <w:rPr>
          <w:rFonts w:cstheme="minorHAnsi"/>
        </w:rPr>
        <w:t>Entschlüsseln Sie folgende Caesar-Verschlüsselung. Der Schlüssel lautet 7.</w:t>
      </w:r>
    </w:p>
    <w:p w:rsidR="0001183F" w:rsidRPr="006C5253" w:rsidRDefault="0001183F" w:rsidP="0001183F">
      <w:pPr>
        <w:ind w:left="709"/>
        <w:rPr>
          <w:rFonts w:ascii="Courier New" w:hAnsi="Courier New" w:cs="Courier New"/>
          <w:sz w:val="28"/>
        </w:rPr>
      </w:pPr>
      <w:r w:rsidRPr="006C5253">
        <w:rPr>
          <w:rFonts w:ascii="Courier New" w:hAnsi="Courier New" w:cs="Courier New"/>
          <w:sz w:val="28"/>
        </w:rPr>
        <w:t>HUNYPMMPTTVYNLUNYHBLU</w:t>
      </w:r>
    </w:p>
    <w:p w:rsidR="0001183F" w:rsidRPr="00753C37" w:rsidRDefault="0001183F" w:rsidP="0001183F">
      <w:pPr>
        <w:pStyle w:val="berschrift3"/>
        <w:numPr>
          <w:ilvl w:val="0"/>
          <w:numId w:val="0"/>
        </w:numPr>
        <w:spacing w:before="0" w:after="0"/>
        <w:ind w:left="720" w:hanging="720"/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1183F" w:rsidTr="0021383D">
        <w:tc>
          <w:tcPr>
            <w:tcW w:w="9060" w:type="dxa"/>
          </w:tcPr>
          <w:p w:rsidR="0001183F" w:rsidRPr="00E26CF0" w:rsidRDefault="0001183F" w:rsidP="0021383D">
            <w:pPr>
              <w:pStyle w:val="Lsung"/>
              <w:ind w:left="1447" w:hanging="1447"/>
              <w:rPr>
                <w:sz w:val="22"/>
              </w:rPr>
            </w:pPr>
            <w:r>
              <w:rPr>
                <w:rFonts w:ascii="Courier New" w:hAnsi="Courier New" w:cs="Courier New"/>
                <w:sz w:val="24"/>
              </w:rPr>
              <w:t>Angriff im Morgengrauen</w:t>
            </w:r>
          </w:p>
          <w:p w:rsidR="0001183F" w:rsidRDefault="0001183F" w:rsidP="0021383D">
            <w:pPr>
              <w:pStyle w:val="Lsung"/>
            </w:pPr>
          </w:p>
        </w:tc>
      </w:tr>
    </w:tbl>
    <w:p w:rsidR="0001183F" w:rsidRPr="00B8516A" w:rsidRDefault="0001183F" w:rsidP="0001183F">
      <w:pPr>
        <w:pStyle w:val="berschrift3"/>
        <w:spacing w:before="360"/>
        <w:rPr>
          <w:rFonts w:cstheme="minorHAnsi"/>
          <w:sz w:val="22"/>
        </w:rPr>
      </w:pPr>
      <w:r>
        <w:rPr>
          <w:rFonts w:cstheme="minorHAnsi"/>
        </w:rPr>
        <w:t>Verschlüsseln Sie den folgenden Text mit der Caesar-Verschlüsselung. Der Schlüssel lautet 6.</w:t>
      </w:r>
    </w:p>
    <w:p w:rsidR="0001183F" w:rsidRPr="00913BE2" w:rsidRDefault="0001183F" w:rsidP="0001183F">
      <w:pPr>
        <w:ind w:left="709"/>
        <w:rPr>
          <w:rFonts w:ascii="Courier New" w:hAnsi="Courier New" w:cs="Courier New"/>
          <w:sz w:val="24"/>
        </w:rPr>
      </w:pPr>
      <w:r w:rsidRPr="00913BE2">
        <w:rPr>
          <w:rFonts w:ascii="Courier New" w:hAnsi="Courier New" w:cs="Courier New"/>
          <w:sz w:val="24"/>
        </w:rPr>
        <w:t>Wir gehen heute ins Kino</w:t>
      </w:r>
    </w:p>
    <w:p w:rsidR="0001183F" w:rsidRPr="00753C37" w:rsidRDefault="0001183F" w:rsidP="0001183F">
      <w:pPr>
        <w:pStyle w:val="berschrift3"/>
        <w:numPr>
          <w:ilvl w:val="0"/>
          <w:numId w:val="0"/>
        </w:numPr>
        <w:spacing w:before="0" w:after="0"/>
        <w:ind w:left="720" w:hanging="720"/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1183F" w:rsidTr="0021383D">
        <w:tc>
          <w:tcPr>
            <w:tcW w:w="9060" w:type="dxa"/>
          </w:tcPr>
          <w:p w:rsidR="0001183F" w:rsidRPr="0001183F" w:rsidRDefault="0001183F" w:rsidP="0021383D">
            <w:pPr>
              <w:pStyle w:val="Lsung"/>
              <w:ind w:left="1447" w:hanging="1447"/>
              <w:rPr>
                <w:rFonts w:ascii="Courier New" w:hAnsi="Courier New" w:cs="Courier New"/>
                <w:sz w:val="28"/>
              </w:rPr>
            </w:pPr>
            <w:r w:rsidRPr="0001183F">
              <w:rPr>
                <w:rFonts w:ascii="Courier New" w:hAnsi="Courier New" w:cs="Courier New"/>
                <w:sz w:val="28"/>
              </w:rPr>
              <w:t>COXMKNKTNKAZKOTYQOTU</w:t>
            </w:r>
          </w:p>
          <w:p w:rsidR="0001183F" w:rsidRDefault="0001183F" w:rsidP="0021383D">
            <w:pPr>
              <w:pStyle w:val="Lsung"/>
            </w:pPr>
          </w:p>
        </w:tc>
      </w:tr>
    </w:tbl>
    <w:p w:rsidR="0001183F" w:rsidRDefault="0001183F" w:rsidP="0001183F">
      <w:pPr>
        <w:rPr>
          <w:lang w:eastAsia="de-DE"/>
        </w:rPr>
      </w:pPr>
    </w:p>
    <w:sectPr w:rsidR="000118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6E" w:rsidRDefault="005A306E" w:rsidP="00E26CF0">
      <w:r>
        <w:separator/>
      </w:r>
    </w:p>
  </w:endnote>
  <w:endnote w:type="continuationSeparator" w:id="0">
    <w:p w:rsidR="005A306E" w:rsidRDefault="005A306E" w:rsidP="00E2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FA" w:rsidRDefault="00B40B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CF0" w:rsidRPr="00E26CF0" w:rsidRDefault="00E26CF0" w:rsidP="00E26CF0">
    <w:pPr>
      <w:pStyle w:val="Fuzeile"/>
      <w:pBdr>
        <w:top w:val="single" w:sz="4" w:space="1" w:color="auto"/>
      </w:pBdr>
      <w:rPr>
        <w:sz w:val="10"/>
        <w:szCs w:val="10"/>
      </w:rPr>
    </w:pPr>
  </w:p>
  <w:p w:rsidR="00E26CF0" w:rsidRDefault="00E26CF0" w:rsidP="00E26CF0">
    <w:pPr>
      <w:pStyle w:val="Fuzeile"/>
      <w:pBdr>
        <w:top w:val="single" w:sz="4" w:space="1" w:color="auto"/>
      </w:pBdr>
    </w:pPr>
    <w:r w:rsidRPr="008A02B2">
      <w:rPr>
        <w:sz w:val="18"/>
        <w:szCs w:val="18"/>
      </w:rPr>
      <w:fldChar w:fldCharType="begin"/>
    </w:r>
    <w:r w:rsidRPr="008A02B2">
      <w:rPr>
        <w:sz w:val="18"/>
        <w:szCs w:val="18"/>
      </w:rPr>
      <w:instrText xml:space="preserve"> FILENAME   \* MERGEFORMAT </w:instrText>
    </w:r>
    <w:r w:rsidRPr="008A02B2">
      <w:rPr>
        <w:sz w:val="18"/>
        <w:szCs w:val="18"/>
      </w:rPr>
      <w:fldChar w:fldCharType="separate"/>
    </w:r>
    <w:r w:rsidR="00B40BFA">
      <w:rPr>
        <w:noProof/>
        <w:sz w:val="18"/>
        <w:szCs w:val="18"/>
      </w:rPr>
      <w:t>L3 1.1 Lösung</w:t>
    </w:r>
    <w:bookmarkStart w:id="0" w:name="_GoBack"/>
    <w:bookmarkEnd w:id="0"/>
    <w:r w:rsidR="00B40BFA">
      <w:rPr>
        <w:noProof/>
        <w:sz w:val="18"/>
        <w:szCs w:val="18"/>
      </w:rPr>
      <w:t xml:space="preserve"> Einfache Verschlüsselungstechniken.docx</w:t>
    </w:r>
    <w:r w:rsidRPr="008A02B2">
      <w:rPr>
        <w:noProof/>
        <w:sz w:val="18"/>
        <w:szCs w:val="18"/>
      </w:rPr>
      <w:fldChar w:fldCharType="end"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72BA0">
      <w:rPr>
        <w:noProof/>
      </w:rPr>
      <w:t>1</w:t>
    </w:r>
    <w:r>
      <w:rPr>
        <w:noProof/>
      </w:rPr>
      <w:fldChar w:fldCharType="end"/>
    </w:r>
    <w:r>
      <w:t xml:space="preserve"> / </w:t>
    </w:r>
    <w:r w:rsidR="00F72BA0">
      <w:fldChar w:fldCharType="begin"/>
    </w:r>
    <w:r w:rsidR="00F72BA0">
      <w:instrText xml:space="preserve"> NUMPAGES   \* MERGEFORMAT </w:instrText>
    </w:r>
    <w:r w:rsidR="00F72BA0">
      <w:fldChar w:fldCharType="separate"/>
    </w:r>
    <w:r w:rsidR="00F72BA0">
      <w:rPr>
        <w:noProof/>
      </w:rPr>
      <w:t>1</w:t>
    </w:r>
    <w:r w:rsidR="00F72BA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FA" w:rsidRDefault="00B40B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6E" w:rsidRDefault="005A306E" w:rsidP="00E26CF0">
      <w:r>
        <w:separator/>
      </w:r>
    </w:p>
  </w:footnote>
  <w:footnote w:type="continuationSeparator" w:id="0">
    <w:p w:rsidR="005A306E" w:rsidRDefault="005A306E" w:rsidP="00E2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FA" w:rsidRDefault="00B40B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CF0" w:rsidRPr="00E26CF0" w:rsidRDefault="00E26CF0">
    <w:pPr>
      <w:pStyle w:val="Kopfzeile"/>
      <w:rPr>
        <w:rFonts w:asciiTheme="minorHAnsi" w:hAnsiTheme="minorHAnsi" w:cstheme="minorHAnsi"/>
      </w:rPr>
    </w:pPr>
    <w:r w:rsidRPr="00E26CF0">
      <w:rPr>
        <w:rFonts w:asciiTheme="minorHAnsi" w:hAnsiTheme="minorHAnsi" w:cstheme="minorHAnsi"/>
      </w:rPr>
      <w:t>Verschlüsselung und Datensicherheit</w:t>
    </w:r>
    <w:r w:rsidRPr="00E26CF0">
      <w:rPr>
        <w:rFonts w:asciiTheme="minorHAnsi" w:hAnsiTheme="minorHAnsi" w:cstheme="minorHAnsi"/>
      </w:rPr>
      <w:tab/>
    </w:r>
    <w:r w:rsidRPr="00E26CF0">
      <w:rPr>
        <w:rFonts w:asciiTheme="minorHAnsi" w:hAnsiTheme="minorHAnsi" w:cstheme="minorHAnsi"/>
      </w:rPr>
      <w:tab/>
      <w:t>AB 1.1</w:t>
    </w:r>
  </w:p>
  <w:p w:rsidR="00E26CF0" w:rsidRPr="00E26CF0" w:rsidRDefault="00E26CF0">
    <w:pPr>
      <w:pStyle w:val="Kopfzeile"/>
      <w:rPr>
        <w:sz w:val="12"/>
        <w:u w:val="single"/>
      </w:rPr>
    </w:pPr>
    <w:r w:rsidRPr="00E26CF0">
      <w:rPr>
        <w:sz w:val="12"/>
        <w:u w:val="single"/>
      </w:rPr>
      <w:tab/>
    </w:r>
    <w:r w:rsidRPr="00E26CF0">
      <w:rPr>
        <w:sz w:val="12"/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FA" w:rsidRDefault="00B40B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523A8"/>
    <w:multiLevelType w:val="multilevel"/>
    <w:tmpl w:val="FD729EC2"/>
    <w:lvl w:ilvl="0">
      <w:start w:val="1"/>
      <w:numFmt w:val="none"/>
      <w:lvlText w:val="L3  1."/>
      <w:lvlJc w:val="left"/>
      <w:pPr>
        <w:ind w:left="1021" w:hanging="1021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77833BA"/>
    <w:multiLevelType w:val="hybridMultilevel"/>
    <w:tmpl w:val="55168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4692F"/>
    <w:multiLevelType w:val="multilevel"/>
    <w:tmpl w:val="2330515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ED"/>
    <w:rsid w:val="0001183F"/>
    <w:rsid w:val="001E52FF"/>
    <w:rsid w:val="005A306E"/>
    <w:rsid w:val="005E3988"/>
    <w:rsid w:val="00B40BFA"/>
    <w:rsid w:val="00DE43ED"/>
    <w:rsid w:val="00E26CF0"/>
    <w:rsid w:val="00EB5029"/>
    <w:rsid w:val="00F7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145B5"/>
  <w15:chartTrackingRefBased/>
  <w15:docId w15:val="{F082C983-3397-4A04-BF7F-DF9EE37F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E26CF0"/>
    <w:pPr>
      <w:keepNext/>
      <w:numPr>
        <w:numId w:val="1"/>
      </w:numPr>
      <w:spacing w:before="240" w:after="60"/>
      <w:outlineLvl w:val="0"/>
    </w:pPr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26CF0"/>
    <w:pPr>
      <w:keepNext/>
      <w:numPr>
        <w:ilvl w:val="1"/>
        <w:numId w:val="1"/>
      </w:numPr>
      <w:spacing w:before="240" w:after="120"/>
      <w:outlineLvl w:val="1"/>
    </w:pPr>
    <w:rPr>
      <w:rFonts w:asciiTheme="minorHAnsi" w:eastAsia="Times New Roman" w:hAnsiTheme="minorHAnsi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26CF0"/>
    <w:pPr>
      <w:keepNext/>
      <w:keepLines/>
      <w:numPr>
        <w:ilvl w:val="2"/>
        <w:numId w:val="1"/>
      </w:numPr>
      <w:spacing w:before="240" w:after="120"/>
      <w:outlineLvl w:val="2"/>
    </w:pPr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26CF0"/>
    <w:pPr>
      <w:keepNext/>
      <w:keepLines/>
      <w:numPr>
        <w:ilvl w:val="3"/>
        <w:numId w:val="1"/>
      </w:numPr>
      <w:spacing w:before="40"/>
      <w:outlineLvl w:val="3"/>
    </w:pPr>
    <w:rPr>
      <w:rFonts w:asciiTheme="minorHAnsi" w:eastAsiaTheme="majorEastAsia" w:hAnsiTheme="minorHAnsi" w:cstheme="majorBidi"/>
      <w:iCs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26CF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26CF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26CF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26CF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26CF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6C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CF0"/>
  </w:style>
  <w:style w:type="paragraph" w:styleId="Fuzeile">
    <w:name w:val="footer"/>
    <w:basedOn w:val="Standard"/>
    <w:link w:val="FuzeileZchn"/>
    <w:uiPriority w:val="99"/>
    <w:unhideWhenUsed/>
    <w:rsid w:val="00E26C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CF0"/>
  </w:style>
  <w:style w:type="character" w:customStyle="1" w:styleId="berschrift1Zchn">
    <w:name w:val="Überschrift 1 Zchn"/>
    <w:basedOn w:val="Absatz-Standardschriftart"/>
    <w:link w:val="berschrift1"/>
    <w:rsid w:val="00E26CF0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26CF0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6CF0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26CF0"/>
    <w:rPr>
      <w:rFonts w:asciiTheme="minorHAnsi" w:eastAsiaTheme="majorEastAsia" w:hAnsiTheme="minorHAnsi" w:cstheme="majorBidi"/>
      <w:iCs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26CF0"/>
    <w:rPr>
      <w:rFonts w:asciiTheme="majorHAnsi" w:eastAsiaTheme="majorEastAsia" w:hAnsiTheme="majorHAnsi" w:cstheme="majorBidi"/>
      <w:color w:val="2E74B5" w:themeColor="accent1" w:themeShade="BF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26CF0"/>
    <w:rPr>
      <w:rFonts w:asciiTheme="majorHAnsi" w:eastAsiaTheme="majorEastAsia" w:hAnsiTheme="majorHAnsi" w:cstheme="majorBidi"/>
      <w:color w:val="1F4D78" w:themeColor="accent1" w:themeShade="7F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26CF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26CF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26C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table" w:styleId="Tabellenraster">
    <w:name w:val="Table Grid"/>
    <w:basedOn w:val="NormaleTabelle"/>
    <w:uiPriority w:val="59"/>
    <w:rsid w:val="00E26CF0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ung">
    <w:name w:val="Lösung"/>
    <w:basedOn w:val="Standard"/>
    <w:qFormat/>
    <w:rsid w:val="00E26CF0"/>
    <w:pPr>
      <w:spacing w:after="120"/>
    </w:pPr>
    <w:rPr>
      <w:rFonts w:asciiTheme="minorHAnsi" w:eastAsia="Times New Roman" w:hAnsiTheme="minorHAnsi" w:cs="Times New Roman"/>
      <w:color w:val="C0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D083DB4B.dotm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RStreb</cp:lastModifiedBy>
  <cp:revision>5</cp:revision>
  <dcterms:created xsi:type="dcterms:W3CDTF">2018-09-01T15:38:00Z</dcterms:created>
  <dcterms:modified xsi:type="dcterms:W3CDTF">2018-09-03T11:44:00Z</dcterms:modified>
</cp:coreProperties>
</file>